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6C50B5C2" w:rsidR="00F158E9" w:rsidRDefault="00A10986" w:rsidP="00AE6771">
            <w:r>
              <w:t xml:space="preserve"> </w:t>
            </w:r>
            <w:r w:rsidR="006A0115">
              <w:t>(digitaalallkirja kuupäev)</w:t>
            </w:r>
            <w:r>
              <w:t xml:space="preserve"> nr 1-5</w:t>
            </w:r>
            <w:r w:rsidR="00F249DD">
              <w:t>.1</w:t>
            </w:r>
            <w:r>
              <w:t>/</w:t>
            </w:r>
            <w:r w:rsidR="00C63E5A">
              <w:t>2022/</w:t>
            </w:r>
            <w:r w:rsidR="00AE6771">
              <w:t>41</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7B1B0E08" w:rsidR="00F158E9" w:rsidRDefault="00EF667C" w:rsidP="009A6AC7">
      <w:pPr>
        <w:pStyle w:val="Pealkiri1"/>
      </w:pPr>
      <w:r>
        <w:t>Matiase</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43AA0EFA"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EF667C">
        <w:t>osaühing MOREEN</w:t>
      </w:r>
      <w:r w:rsidR="00310D63">
        <w:t xml:space="preserve"> </w:t>
      </w:r>
      <w:r w:rsidR="005E678A">
        <w:t>o</w:t>
      </w:r>
      <w:r w:rsidRPr="00631681">
        <w:t xml:space="preserve">mandis olevale </w:t>
      </w:r>
      <w:r w:rsidR="00EF667C">
        <w:t>MATIASE</w:t>
      </w:r>
      <w:r w:rsidR="00F13DD3">
        <w:t xml:space="preserv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EF667C">
        <w:t>2431435</w:t>
      </w:r>
      <w:r w:rsidR="00E278C6">
        <w:t>,</w:t>
      </w:r>
      <w:r w:rsidRPr="00631681">
        <w:t xml:space="preserve"> </w:t>
      </w:r>
      <w:r w:rsidR="009921BF">
        <w:t xml:space="preserve">katastritunnus </w:t>
      </w:r>
      <w:r w:rsidR="00EF667C">
        <w:t>61101:001:0067</w:t>
      </w:r>
      <w:r w:rsidR="00003886">
        <w:t>,</w:t>
      </w:r>
      <w:r w:rsidR="009921BF">
        <w:t xml:space="preserve"> </w:t>
      </w:r>
      <w:r w:rsidRPr="00631681">
        <w:t xml:space="preserve">asukoht </w:t>
      </w:r>
      <w:r w:rsidR="00986409">
        <w:t>Jõgeva</w:t>
      </w:r>
      <w:r w:rsidR="00D00FEF">
        <w:t xml:space="preserve"> maakond, </w:t>
      </w:r>
      <w:r w:rsidR="00EF667C">
        <w:t>Jõgeva</w:t>
      </w:r>
      <w:r w:rsidR="00F13DD3">
        <w:t xml:space="preserve"> vald, </w:t>
      </w:r>
      <w:r w:rsidR="00EF667C">
        <w:t>Härjanurme</w:t>
      </w:r>
      <w:r w:rsidR="00986409">
        <w:t xml:space="preserve"> </w:t>
      </w:r>
      <w:r w:rsidR="00F249DD">
        <w:t xml:space="preserve">küla, </w:t>
      </w:r>
      <w:r w:rsidR="00EF667C">
        <w:t>Matiase</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492697F4" w:rsidR="007F2CD3" w:rsidRPr="003E245A" w:rsidRDefault="007F2CD3" w:rsidP="007F2CD3">
      <w:pPr>
        <w:pStyle w:val="Loendilik"/>
        <w:numPr>
          <w:ilvl w:val="0"/>
          <w:numId w:val="3"/>
        </w:numPr>
        <w:jc w:val="both"/>
      </w:pPr>
      <w:r w:rsidRPr="003E245A">
        <w:t xml:space="preserve">Koormata isikliku kasutusõigusega </w:t>
      </w:r>
      <w:r w:rsidR="00EF667C">
        <w:t>osaühing MOREEN</w:t>
      </w:r>
      <w:r w:rsidR="00986409">
        <w:t xml:space="preserve"> </w:t>
      </w:r>
      <w:r w:rsidR="001368CE">
        <w:t>(</w:t>
      </w:r>
      <w:r w:rsidR="00F249DD">
        <w:t xml:space="preserve">registrikood </w:t>
      </w:r>
      <w:r w:rsidR="00EF667C">
        <w:t>10353946</w:t>
      </w:r>
      <w:r w:rsidR="00310D63">
        <w:t xml:space="preserve">, </w:t>
      </w:r>
      <w:r w:rsidRPr="003E245A">
        <w:t xml:space="preserve">edaspidi </w:t>
      </w:r>
      <w:r w:rsidRPr="003E245A">
        <w:rPr>
          <w:i/>
        </w:rPr>
        <w:t>omanik</w:t>
      </w:r>
      <w:r w:rsidRPr="003E245A">
        <w:t>) omandisse kuuluv</w:t>
      </w:r>
      <w:r w:rsidR="00CE4584">
        <w:t xml:space="preserve"> </w:t>
      </w:r>
      <w:r w:rsidR="00EF667C">
        <w:rPr>
          <w:i/>
          <w:iCs/>
        </w:rPr>
        <w:t>MATIASE</w:t>
      </w:r>
      <w:r w:rsidR="000B3943" w:rsidRPr="00780FCD">
        <w:rPr>
          <w:i/>
          <w:iCs/>
        </w:rPr>
        <w:t xml:space="preserve"> kinn</w:t>
      </w:r>
      <w:r w:rsidR="00CE4584" w:rsidRPr="00780FCD">
        <w:rPr>
          <w:i/>
          <w:iCs/>
        </w:rPr>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EF667C">
        <w:t>2431435,</w:t>
      </w:r>
      <w:r w:rsidR="00EF667C" w:rsidRPr="00631681">
        <w:t xml:space="preserve"> </w:t>
      </w:r>
      <w:r w:rsidR="00EF667C">
        <w:t xml:space="preserve">katastritunnus 61101:001:0067, </w:t>
      </w:r>
      <w:r w:rsidR="00EF667C" w:rsidRPr="00631681">
        <w:t xml:space="preserve">asukoht </w:t>
      </w:r>
      <w:r w:rsidR="00EF667C">
        <w:t>Jõgeva maakond, Jõgeva vald, Härjanurme küla, Matiase</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08534F52"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EF667C">
        <w:rPr>
          <w:i/>
          <w:iCs/>
        </w:rPr>
        <w:t>Matiase</w:t>
      </w:r>
      <w:r w:rsidR="00F80D71" w:rsidRPr="00D24FC4">
        <w:rPr>
          <w:i/>
          <w:iCs/>
        </w:rPr>
        <w:t xml:space="preserve"> </w:t>
      </w:r>
      <w:r w:rsidRPr="00D24FC4">
        <w:rPr>
          <w:i/>
          <w:iCs/>
        </w:rPr>
        <w:t>katastriüksusel</w:t>
      </w:r>
      <w:r w:rsidRPr="00631681">
        <w:t xml:space="preserve"> (katastritunnus</w:t>
      </w:r>
      <w:r w:rsidR="00D001D4">
        <w:t xml:space="preserve"> </w:t>
      </w:r>
      <w:r w:rsidR="00EF667C">
        <w:t>61101:001:0067</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6505AD13"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EF667C">
        <w:rPr>
          <w:i/>
          <w:iCs/>
        </w:rPr>
        <w:t>Saunassaare</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EF667C">
        <w:rPr>
          <w:i/>
          <w:iCs/>
        </w:rPr>
        <w:t>248</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kooskõlastada omanikuga projekteerimisprotsessis kasutusõiguse alaga seonduvate tee-ehitus-</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E4C345C" w:rsidR="00D638ED" w:rsidRDefault="00FD45AD" w:rsidP="00390F1A">
      <w:pPr>
        <w:jc w:val="both"/>
      </w:pPr>
      <w:r w:rsidRPr="00631681">
        <w:t xml:space="preserve">Jaotuskava: </w:t>
      </w:r>
      <w:r w:rsidR="00AE235F">
        <w:t>Avo Jürissaar</w:t>
      </w:r>
      <w:r w:rsidR="00D24FC4">
        <w:t xml:space="preserve">, </w:t>
      </w:r>
      <w:r w:rsidR="00DC31FB">
        <w:t>Palumetsa</w:t>
      </w:r>
      <w:r w:rsidR="00AE235F">
        <w:t xml:space="preserve">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4765A"/>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2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2F28"/>
    <w:rsid w:val="005841B1"/>
    <w:rsid w:val="00584C42"/>
    <w:rsid w:val="00586248"/>
    <w:rsid w:val="005A1521"/>
    <w:rsid w:val="005A4BCA"/>
    <w:rsid w:val="005B0721"/>
    <w:rsid w:val="005B0BD3"/>
    <w:rsid w:val="005B39CA"/>
    <w:rsid w:val="005C65FB"/>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80FCD"/>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5781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6771"/>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C31FB"/>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EF667C"/>
    <w:rsid w:val="00F0252D"/>
    <w:rsid w:val="00F06136"/>
    <w:rsid w:val="00F11AEC"/>
    <w:rsid w:val="00F13DD3"/>
    <w:rsid w:val="00F158E9"/>
    <w:rsid w:val="00F23DBE"/>
    <w:rsid w:val="00F249DD"/>
    <w:rsid w:val="00F35A6B"/>
    <w:rsid w:val="00F4291E"/>
    <w:rsid w:val="00F429E7"/>
    <w:rsid w:val="00F44F13"/>
    <w:rsid w:val="00F4676A"/>
    <w:rsid w:val="00F52359"/>
    <w:rsid w:val="00F570CC"/>
    <w:rsid w:val="00F60674"/>
    <w:rsid w:val="00F60B83"/>
    <w:rsid w:val="00F633B5"/>
    <w:rsid w:val="00F7148F"/>
    <w:rsid w:val="00F74082"/>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5</TotalTime>
  <Pages>2</Pages>
  <Words>541</Words>
  <Characters>4049</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2000(TM) file templates</dc:subject>
  <dc:creator>User</dc:creator>
  <dc:description>Ver 2.0, 01.2013</dc:description>
  <cp:lastModifiedBy>Urve Jõgi</cp:lastModifiedBy>
  <cp:revision>4</cp:revision>
  <cp:lastPrinted>2022-09-26T07:55:00Z</cp:lastPrinted>
  <dcterms:created xsi:type="dcterms:W3CDTF">2022-10-19T06:35:00Z</dcterms:created>
  <dcterms:modified xsi:type="dcterms:W3CDTF">2022-10-20T12:00:00Z</dcterms:modified>
</cp:coreProperties>
</file>